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31" w:rsidRDefault="00D14235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204706B3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3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D14235" w:rsidTr="00C3166B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4395" w:type="dxa"/>
                                </w:tcPr>
                                <w:bookmarkStart w:id="1" w:name="rcvName"/>
                                <w:p w:rsidR="00D14235" w:rsidRDefault="00D14235" w:rsidP="00D14235">
                                  <w:pPr>
                                    <w:pStyle w:val="R0"/>
                                    <w:jc w:val="both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«姓»</w:t>
                                  </w:r>
                                  <w:r>
                                    <w:fldChar w:fldCharType="end"/>
                                  </w:r>
                                  <w:fldSimple w:instr=" MERGEFIELD 名 \m ">
                                    <w:r>
                                      <w:rPr>
                                        <w:noProof/>
                                      </w:rPr>
                                      <w:t>«名»</w:t>
                                    </w:r>
                                  </w:fldSimple>
                                  <w:fldSimple w:instr=" MERGEFIELD 敬称 ">
                                    <w:r>
                                      <w:rPr>
                                        <w:noProof/>
                                      </w:rPr>
                                      <w:t>«敬称»</w:t>
                                    </w:r>
                                  </w:fldSimple>
                                </w:p>
                                <w:p w:rsidR="00D14235" w:rsidRDefault="00D14235">
                                  <w:pPr>
                                    <w:pStyle w:val="R0"/>
                                    <w:jc w:val="center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</w:tbl>
                          <w:p w:rsidR="00D14235" w:rsidRDefault="00D142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18.5pt;margin-top:166.55pt;width:229.4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SyzwIAALw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D14235" w:rsidTr="00C3166B">
                        <w:trPr>
                          <w:cantSplit/>
                          <w:trHeight w:val="1418"/>
                        </w:trPr>
                        <w:tc>
                          <w:tcPr>
                            <w:tcW w:w="4395" w:type="dxa"/>
                          </w:tcPr>
                          <w:bookmarkStart w:id="3" w:name="rcvName"/>
                          <w:p w:rsidR="00D14235" w:rsidRDefault="00D14235" w:rsidP="00D14235">
                            <w:pPr>
                              <w:pStyle w:val="R0"/>
                              <w:jc w:val="both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«姓»</w:t>
                            </w:r>
                            <w:r>
                              <w:fldChar w:fldCharType="end"/>
                            </w:r>
                            <w:fldSimple w:instr=" MERGEFIELD 名 \m ">
                              <w:r>
                                <w:rPr>
                                  <w:noProof/>
                                </w:rPr>
                                <w:t>«名»</w:t>
                              </w:r>
                            </w:fldSimple>
                            <w:fldSimple w:instr=" MERGEFIELD 敬称 ">
                              <w:r>
                                <w:rPr>
                                  <w:noProof/>
                                </w:rPr>
                                <w:t>«敬称»</w:t>
                              </w:r>
                            </w:fldSimple>
                          </w:p>
                          <w:p w:rsidR="00D14235" w:rsidRDefault="00D14235">
                            <w:pPr>
                              <w:pStyle w:val="R0"/>
                              <w:jc w:val="center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18AF8326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30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D14235" w:rsidTr="00D14235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D14235" w:rsidRDefault="00D14235">
                                  <w:pPr>
                                    <w:pStyle w:val="S1"/>
                                    <w:ind w:left="0" w:right="0"/>
                                  </w:pPr>
                                  <w:bookmarkStart w:id="5" w:name="sndAddress" w:colFirst="0" w:colLast="0"/>
                                </w:p>
                              </w:tc>
                            </w:tr>
                            <w:bookmarkEnd w:id="5"/>
                          </w:tbl>
                          <w:p w:rsidR="00D14235" w:rsidRDefault="00D142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27" type="#_x0000_t202" style="position:absolute;left:0;text-align:left;margin-left:14.65pt;margin-top:303.9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h50QIAAMM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D14235" w:rsidTr="00D14235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D14235" w:rsidRDefault="00D14235">
                            <w:pPr>
                              <w:pStyle w:val="S1"/>
                              <w:ind w:left="0" w:right="0"/>
                            </w:pPr>
                            <w:bookmarkStart w:id="6" w:name="sndAddress" w:colFirst="0" w:colLast="0"/>
                          </w:p>
                        </w:tc>
                      </w:tr>
                      <w:bookmarkEnd w:id="6"/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5103C528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2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D14235" w:rsidTr="00D14235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395" w:type="dxa"/>
                                  <w:vAlign w:val="bottom"/>
                                </w:tcPr>
                                <w:bookmarkStart w:id="7" w:name="rcvOffice" w:colFirst="0" w:colLast="0"/>
                                <w:p w:rsidR="00D14235" w:rsidRDefault="00D14235" w:rsidP="00D1423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«会社名»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14235" w:rsidRDefault="00D14235" w:rsidP="00D14235">
                                  <w:pPr>
                                    <w:pStyle w:val="R3"/>
                                  </w:pPr>
                                  <w:fldSimple w:instr=" MERGEFIELD 部署名 \m ">
                                    <w:r>
                                      <w:rPr>
                                        <w:noProof/>
                                      </w:rPr>
                                      <w:t>«部署名»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D14235" w:rsidRDefault="00D142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28" type="#_x0000_t202" style="position:absolute;left:0;text-align:left;margin-left:21.8pt;margin-top:138.05pt;width:224.1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1p90QIAAMM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D14235" w:rsidTr="00D14235">
                        <w:trPr>
                          <w:cantSplit/>
                          <w:trHeight w:val="567"/>
                        </w:trPr>
                        <w:tc>
                          <w:tcPr>
                            <w:tcW w:w="4395" w:type="dxa"/>
                            <w:vAlign w:val="bottom"/>
                          </w:tcPr>
                          <w:bookmarkStart w:id="8" w:name="rcvOffice" w:colFirst="0" w:colLast="0"/>
                          <w:p w:rsidR="00D14235" w:rsidRDefault="00D14235" w:rsidP="00D1423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«会社名»</w:t>
                            </w:r>
                            <w:r>
                              <w:fldChar w:fldCharType="end"/>
                            </w:r>
                          </w:p>
                          <w:p w:rsidR="00D14235" w:rsidRDefault="00D14235" w:rsidP="00D14235">
                            <w:pPr>
                              <w:pStyle w:val="R3"/>
                            </w:pPr>
                            <w:fldSimple w:instr=" MERGEFIELD 部署名 \m ">
                              <w:r>
                                <w:rPr>
                                  <w:noProof/>
                                </w:rPr>
                                <w:t>«部署名»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79B28776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8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D14235" w:rsidTr="00D14235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bookmarkStart w:id="9" w:name="rcvAddress" w:colFirst="0" w:colLast="0"/>
                                <w:p w:rsidR="00D14235" w:rsidRDefault="00D14235" w:rsidP="00D1423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«住所_1»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14235" w:rsidRDefault="00D14235" w:rsidP="00D14235">
                                  <w:pPr>
                                    <w:pStyle w:val="R2"/>
                                  </w:pPr>
                                  <w:fldSimple w:instr=" MERGEFIELD 住所_2 \m ">
                                    <w:r>
                                      <w:rPr>
                                        <w:noProof/>
                                      </w:rPr>
                                      <w:t>«住所_2»</w:t>
                                    </w:r>
                                  </w:fldSimple>
                                </w:p>
                              </w:tc>
                            </w:tr>
                            <w:bookmarkEnd w:id="9"/>
                          </w:tbl>
                          <w:p w:rsidR="00D14235" w:rsidRDefault="00D142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29" type="#_x0000_t202" style="position:absolute;left:0;text-align:left;margin-left:39.95pt;margin-top:104.3pt;width:202.6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lv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AJ3ipIYe7Xdf93c/9ne/9rtvaL/7vt/t9nc/4YwG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7LoJ+DpchvgcFSAMGAi7AJQSiF/IRRC1slwerjmkiK&#10;UfWSwxSYFdQLsheWvUB4BqYJ1hh14kx3q2rdSLYqAbmbMy4uYVIKZklsRqqL4jBfsClsLoetZlbR&#10;/bN9ddq9098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AdJtlv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D14235" w:rsidTr="00D14235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bookmarkStart w:id="10" w:name="rcvAddress" w:colFirst="0" w:colLast="0"/>
                          <w:p w:rsidR="00D14235" w:rsidRDefault="00D14235" w:rsidP="00D1423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«住所_1»</w:t>
                            </w:r>
                            <w:r>
                              <w:fldChar w:fldCharType="end"/>
                            </w:r>
                          </w:p>
                          <w:p w:rsidR="00D14235" w:rsidRDefault="00D14235" w:rsidP="00D14235">
                            <w:pPr>
                              <w:pStyle w:val="R2"/>
                            </w:pPr>
                            <w:fldSimple w:instr=" MERGEFIELD 住所_2 \m ">
                              <w:r>
                                <w:rPr>
                                  <w:noProof/>
                                </w:rPr>
                                <w:t>«住所_2»</w:t>
                              </w:r>
                            </w:fldSimple>
                          </w:p>
                        </w:tc>
                      </w:tr>
                      <w:bookmarkEnd w:id="10"/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22D2A0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7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D14235" w:rsidTr="00D1423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1" w:name="rcvZipA" w:colFirst="0" w:colLast="0"/>
                                <w:bookmarkStart w:id="12" w:name="rcvZipB" w:colFirst="1" w:colLast="1"/>
                                <w:p w:rsidR="00D14235" w:rsidRPr="00D14235" w:rsidRDefault="00D14235" w:rsidP="00D1423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D14235" w:rsidRPr="00D14235" w:rsidRDefault="00D14235" w:rsidP="00D1423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D1423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1"/>
                            <w:bookmarkEnd w:id="12"/>
                          </w:tbl>
                          <w:p w:rsidR="00D14235" w:rsidRDefault="00D142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O4rgM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D14235" w:rsidTr="00D1423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3" w:name="rcvZipA" w:colFirst="0" w:colLast="0"/>
                          <w:bookmarkStart w:id="14" w:name="rcvZipB" w:colFirst="1" w:colLast="1"/>
                          <w:p w:rsidR="00D14235" w:rsidRPr="00D14235" w:rsidRDefault="00D14235" w:rsidP="00D1423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D1423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1423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1423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1423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14235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D1423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D14235" w:rsidRPr="00D14235" w:rsidRDefault="00D14235" w:rsidP="00D1423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D1423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1423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1423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1423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14235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D1423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3"/>
                      <w:bookmarkEnd w:id="14"/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9191450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D14235" w:rsidTr="00D1423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D14235" w:rsidRDefault="00D14235">
                                  <w:pPr>
                                    <w:pStyle w:val="SA"/>
                                  </w:pPr>
                                  <w:bookmarkStart w:id="15" w:name="sndZipColumn" w:colFirst="0" w:colLast="1"/>
                                  <w:bookmarkStart w:id="16" w:name="sndZipA" w:colFirst="0" w:colLast="0"/>
                                  <w:bookmarkStart w:id="17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D14235" w:rsidRDefault="00D14235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5"/>
                            <w:bookmarkEnd w:id="16"/>
                            <w:bookmarkEnd w:id="17"/>
                          </w:tbl>
                          <w:p w:rsidR="00D14235" w:rsidRDefault="00D1423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31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DEmHRL2wIAAMs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D14235" w:rsidTr="00D1423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D14235" w:rsidRDefault="00D14235">
                            <w:pPr>
                              <w:pStyle w:val="SA"/>
                            </w:pPr>
                            <w:bookmarkStart w:id="18" w:name="sndZipColumn" w:colFirst="0" w:colLast="1"/>
                            <w:bookmarkStart w:id="19" w:name="sndZipA" w:colFirst="0" w:colLast="0"/>
                            <w:bookmarkStart w:id="20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D14235" w:rsidRDefault="00D14235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18"/>
                      <w:bookmarkEnd w:id="19"/>
                      <w:bookmarkEnd w:id="20"/>
                    </w:tbl>
                    <w:p w:rsidR="00D14235" w:rsidRDefault="00D14235"/>
                  </w:txbxContent>
                </v:textbox>
              </v:shape>
            </w:pict>
          </mc:Fallback>
        </mc:AlternateContent>
      </w:r>
    </w:p>
    <w:sectPr w:rsidR="00AE0531" w:rsidSect="00D14235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235" w:rsidRDefault="00D14235" w:rsidP="00D14235">
      <w:r>
        <w:separator/>
      </w:r>
    </w:p>
  </w:endnote>
  <w:endnote w:type="continuationSeparator" w:id="0">
    <w:p w:rsidR="00D14235" w:rsidRDefault="00D14235" w:rsidP="00D1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235" w:rsidRDefault="00D14235" w:rsidP="00D14235">
      <w:r>
        <w:separator/>
      </w:r>
    </w:p>
  </w:footnote>
  <w:footnote w:type="continuationSeparator" w:id="0">
    <w:p w:rsidR="00D14235" w:rsidRDefault="00D14235" w:rsidP="00D14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235" w:rsidRDefault="00D14235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4235" w:rsidRDefault="00D1423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D14235" w:rsidRDefault="00D1423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2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odso>
      <w:udl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2"/>
        <w:lid w:val="en-US"/>
      </w:fieldMapData>
      <w:fieldMapData>
        <w:type w:val="dbColumn"/>
        <w:name w:val="名"/>
        <w:mappedName w:val="名"/>
        <w:column w:val="1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0"/>
        <w:lid w:val="en-US"/>
      </w:fieldMapData>
      <w:fieldMapData>
        <w:type w:val="dbColumn"/>
        <w:name w:val="敬称"/>
        <w:mappedName w:val="接尾辞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住所１"/>
        <w:mappedName w:val="住所 1"/>
        <w:column w:val="5"/>
        <w:lid w:val="en-US"/>
      </w:fieldMapData>
      <w:fieldMapData>
        <w:type w:val="dbColumn"/>
        <w:name w:val="住所２"/>
        <w:mappedName w:val="住所 2"/>
        <w:column w:val="6"/>
        <w:lid w:val="en-US"/>
      </w:fieldMapData>
      <w:fieldMapData>
        <w:column w:val="0"/>
        <w:lid w:val="en-US"/>
      </w:fieldMapData>
      <w:fieldMapData>
        <w:type w:val="dbColumn"/>
        <w:name w:val="都道府県"/>
        <w:mappedName w:val="都道府県"/>
        <w:column w:val="4"/>
        <w:lid w:val="en-US"/>
      </w:fieldMapData>
      <w:fieldMapData>
        <w:type w:val="dbColumn"/>
        <w:name w:val="郵便番号"/>
        <w:mappedName w:val="郵便番号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35"/>
    <w:rsid w:val="00AE0531"/>
    <w:rsid w:val="00D1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F65B51"/>
  <w15:chartTrackingRefBased/>
  <w15:docId w15:val="{2F3760F5-4739-4C39-BFE0-BA466D01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14235"/>
    <w:pPr>
      <w:widowControl w:val="0"/>
      <w:jc w:val="both"/>
    </w:pPr>
    <w:rPr>
      <w:rFonts w:ascii="HG丸ｺﾞｼｯｸM-PRO" w:eastAsia="HG丸ｺﾞｼｯｸM-PRO" w:hAnsi="HG丸ｺﾞｼｯｸM-PRO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D1423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14235"/>
  </w:style>
  <w:style w:type="paragraph" w:customStyle="1" w:styleId="R">
    <w:name w:val="R会社"/>
    <w:basedOn w:val="a"/>
    <w:rsid w:val="00D14235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D14235"/>
    <w:pPr>
      <w:ind w:left="0"/>
    </w:pPr>
    <w:rPr>
      <w:noProof/>
    </w:rPr>
  </w:style>
  <w:style w:type="paragraph" w:customStyle="1" w:styleId="R0">
    <w:name w:val="R氏名"/>
    <w:basedOn w:val="a"/>
    <w:rsid w:val="00D14235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D14235"/>
    <w:rPr>
      <w:noProof/>
    </w:rPr>
  </w:style>
  <w:style w:type="paragraph" w:customStyle="1" w:styleId="R1">
    <w:name w:val="R住所_1"/>
    <w:basedOn w:val="a"/>
    <w:rsid w:val="00D14235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D14235"/>
    <w:pPr>
      <w:ind w:left="0"/>
    </w:pPr>
    <w:rPr>
      <w:noProof/>
    </w:rPr>
  </w:style>
  <w:style w:type="paragraph" w:customStyle="1" w:styleId="R2">
    <w:name w:val="R住所_2"/>
    <w:basedOn w:val="a"/>
    <w:rsid w:val="00D14235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D14235"/>
    <w:pPr>
      <w:ind w:left="0"/>
    </w:pPr>
    <w:rPr>
      <w:noProof/>
    </w:rPr>
  </w:style>
  <w:style w:type="paragraph" w:customStyle="1" w:styleId="R3">
    <w:name w:val="R部署"/>
    <w:basedOn w:val="a"/>
    <w:rsid w:val="00D14235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D14235"/>
    <w:pPr>
      <w:ind w:left="0"/>
    </w:pPr>
    <w:rPr>
      <w:noProof/>
    </w:rPr>
  </w:style>
  <w:style w:type="paragraph" w:customStyle="1" w:styleId="RA">
    <w:name w:val="R郵便番号A"/>
    <w:basedOn w:val="a"/>
    <w:rsid w:val="00D1423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D1423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D1423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D1423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D1423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D1423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D1423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D1423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D1423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D1423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D1423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D1423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D1423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D14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1423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D142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142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&#21517;&#31807;.xlsx" TargetMode="Externa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2016-11-26T06:02:00Z</dcterms:created>
  <dcterms:modified xsi:type="dcterms:W3CDTF">2016-11-26T06:08:00Z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